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1746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86"/>
        <w:gridCol w:w="7162"/>
      </w:tblGrid>
      <w:tr w:rsidR="00E07385" w:rsidRPr="00537C63">
        <w:tc>
          <w:tcPr>
            <w:tcW w:w="3186" w:type="dxa"/>
          </w:tcPr>
          <w:p w:rsidR="00E07385" w:rsidRPr="00537C63" w:rsidRDefault="00E07385" w:rsidP="00F060D2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lang w:val="es-MX" w:eastAsia="es-MX"/>
              </w:rPr>
            </w:pPr>
            <w:r w:rsidRPr="00537C63">
              <w:rPr>
                <w:rFonts w:ascii="Cambria" w:hAnsi="Cambria" w:cs="Cambria"/>
                <w:b/>
                <w:bCs/>
                <w:lang w:val="es-MX" w:eastAsia="es-MX"/>
              </w:rPr>
              <w:t xml:space="preserve">Presentación de los participantes </w:t>
            </w:r>
          </w:p>
        </w:tc>
        <w:tc>
          <w:tcPr>
            <w:tcW w:w="7162" w:type="dxa"/>
          </w:tcPr>
          <w:p w:rsidR="00E07385" w:rsidRDefault="00E07385" w:rsidP="00F060D2">
            <w:pPr>
              <w:spacing w:before="100" w:beforeAutospacing="1" w:after="100" w:afterAutospacing="1" w:line="240" w:lineRule="auto"/>
              <w:rPr>
                <w:lang w:val="es-MX" w:eastAsia="es-MX"/>
              </w:rPr>
            </w:pPr>
            <w:r>
              <w:rPr>
                <w:lang w:val="es-MX" w:eastAsia="es-MX"/>
              </w:rPr>
              <w:t>Alejandra , negocio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rPr>
                <w:lang w:val="es-MX" w:eastAsia="es-MX"/>
              </w:rPr>
            </w:pPr>
            <w:r>
              <w:rPr>
                <w:lang w:val="es-MX" w:eastAsia="es-MX"/>
              </w:rPr>
              <w:t>Gerardo, en la Feria de Chapultepec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rPr>
                <w:lang w:val="es-MX" w:eastAsia="es-MX"/>
              </w:rPr>
            </w:pPr>
            <w:r>
              <w:rPr>
                <w:lang w:val="es-MX" w:eastAsia="es-MX"/>
              </w:rPr>
              <w:t>Mariel, madre 2 niños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rPr>
                <w:lang w:val="es-MX" w:eastAsia="es-MX"/>
              </w:rPr>
            </w:pPr>
            <w:r>
              <w:rPr>
                <w:lang w:val="es-MX" w:eastAsia="es-MX"/>
              </w:rPr>
              <w:t>Alejandro, empleado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rPr>
                <w:lang w:val="es-MX" w:eastAsia="es-MX"/>
              </w:rPr>
            </w:pPr>
            <w:r>
              <w:rPr>
                <w:lang w:val="es-MX" w:eastAsia="es-MX"/>
              </w:rPr>
              <w:t>Dulce, estudiante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rPr>
                <w:lang w:val="es-MX" w:eastAsia="es-MX"/>
              </w:rPr>
            </w:pPr>
            <w:r>
              <w:rPr>
                <w:lang w:val="es-MX" w:eastAsia="es-MX"/>
              </w:rPr>
              <w:t>José Luis, estudiante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rPr>
                <w:lang w:val="es-MX" w:eastAsia="es-MX"/>
              </w:rPr>
            </w:pPr>
            <w:r>
              <w:rPr>
                <w:lang w:val="es-MX" w:eastAsia="es-MX"/>
              </w:rPr>
              <w:t>Belén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Jorge, estudiante, </w:t>
            </w:r>
          </w:p>
          <w:p w:rsidR="00E07385" w:rsidRPr="00537C63" w:rsidRDefault="00E07385" w:rsidP="00F060D2">
            <w:pPr>
              <w:spacing w:before="100" w:beforeAutospacing="1" w:after="100" w:afterAutospacing="1" w:line="240" w:lineRule="auto"/>
              <w:rPr>
                <w:lang w:val="es-MX" w:eastAsia="es-MX"/>
              </w:rPr>
            </w:pPr>
            <w:r>
              <w:rPr>
                <w:lang w:val="es-MX" w:eastAsia="es-MX"/>
              </w:rPr>
              <w:t>Rosario, empleada</w:t>
            </w:r>
          </w:p>
        </w:tc>
      </w:tr>
      <w:tr w:rsidR="00E07385" w:rsidRPr="00537C63">
        <w:tc>
          <w:tcPr>
            <w:tcW w:w="3186" w:type="dxa"/>
          </w:tcPr>
          <w:p w:rsidR="00E07385" w:rsidRPr="00537C63" w:rsidRDefault="00E07385" w:rsidP="00F060D2">
            <w:pPr>
              <w:spacing w:before="100" w:beforeAutospacing="1" w:after="100" w:afterAutospacing="1" w:line="240" w:lineRule="auto"/>
              <w:rPr>
                <w:rFonts w:ascii="Cambria" w:hAnsi="Cambria" w:cs="Cambria"/>
                <w:b/>
                <w:bCs/>
                <w:lang w:val="es-MX" w:eastAsia="es-MX"/>
              </w:rPr>
            </w:pPr>
            <w:r w:rsidRPr="00537C63">
              <w:rPr>
                <w:b/>
                <w:bCs/>
                <w:lang w:val="es-MX" w:eastAsia="es-MX"/>
              </w:rPr>
              <w:t>Detonadores</w:t>
            </w:r>
            <w:r w:rsidRPr="00537C63">
              <w:rPr>
                <w:rFonts w:ascii="Cambria" w:hAnsi="Cambria" w:cs="Cambria"/>
                <w:b/>
                <w:bCs/>
                <w:lang w:val="es-MX" w:eastAsia="es-MX"/>
              </w:rPr>
              <w:t xml:space="preserve"> </w:t>
            </w:r>
          </w:p>
        </w:tc>
        <w:tc>
          <w:tcPr>
            <w:tcW w:w="7162" w:type="dxa"/>
          </w:tcPr>
          <w:p w:rsidR="00E07385" w:rsidRPr="00537C63" w:rsidRDefault="00E07385" w:rsidP="00F060D2">
            <w:pPr>
              <w:spacing w:before="100" w:beforeAutospacing="1" w:after="100" w:afterAutospacing="1" w:line="240" w:lineRule="auto"/>
              <w:ind w:left="720"/>
              <w:rPr>
                <w:b/>
                <w:bCs/>
                <w:lang w:val="es-MX" w:eastAsia="es-MX"/>
              </w:rPr>
            </w:pPr>
          </w:p>
        </w:tc>
      </w:tr>
      <w:tr w:rsidR="00E07385" w:rsidRPr="00537C63">
        <w:tc>
          <w:tcPr>
            <w:tcW w:w="3186" w:type="dxa"/>
          </w:tcPr>
          <w:p w:rsidR="00E07385" w:rsidRPr="00537C63" w:rsidRDefault="00E07385" w:rsidP="00F060D2">
            <w:pPr>
              <w:ind w:left="708"/>
              <w:rPr>
                <w:lang w:val="es-MX" w:eastAsia="es-MX"/>
              </w:rPr>
            </w:pPr>
            <w:r w:rsidRPr="00537C63">
              <w:rPr>
                <w:lang w:val="es-MX" w:eastAsia="es-MX"/>
              </w:rPr>
              <w:t>¿Qué opinan de la democracia en México?</w:t>
            </w:r>
            <w:r w:rsidRPr="00537C63">
              <w:rPr>
                <w:lang w:val="es-MX" w:eastAsia="es-MX"/>
              </w:rPr>
              <w:br/>
            </w:r>
          </w:p>
          <w:p w:rsidR="00E07385" w:rsidRPr="00537C63" w:rsidRDefault="00E07385" w:rsidP="00F060D2">
            <w:pPr>
              <w:ind w:left="708"/>
              <w:rPr>
                <w:lang w:val="es-MX" w:eastAsia="es-MX"/>
              </w:rPr>
            </w:pPr>
          </w:p>
        </w:tc>
        <w:tc>
          <w:tcPr>
            <w:tcW w:w="7162" w:type="dxa"/>
          </w:tcPr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ES_tradnl" w:eastAsia="es-MX"/>
              </w:rPr>
            </w:pPr>
            <w:r>
              <w:rPr>
                <w:lang w:val="es-ES_tradnl" w:eastAsia="es-MX"/>
              </w:rPr>
              <w:t>No existe, porque no somos un país que se rija democráticamente, los mexicanos nos quejamos pero no hacemos nada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ES_tradnl" w:eastAsia="es-MX"/>
              </w:rPr>
            </w:pPr>
            <w:r>
              <w:rPr>
                <w:lang w:val="es-ES_tradnl" w:eastAsia="es-MX"/>
              </w:rPr>
              <w:t>Hay demasiados partidos, todo el mundo puede tener uno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ES_tradnl" w:eastAsia="es-MX"/>
              </w:rPr>
            </w:pPr>
            <w:r>
              <w:rPr>
                <w:lang w:val="es-ES_tradnl" w:eastAsia="es-MX"/>
              </w:rPr>
              <w:t xml:space="preserve">Es una mafia con licencia, uno paga para tener su puesto y recibe ganancias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ES_tradnl" w:eastAsia="es-MX"/>
              </w:rPr>
            </w:pPr>
            <w:r>
              <w:rPr>
                <w:lang w:val="es-ES_tradnl" w:eastAsia="es-MX"/>
              </w:rPr>
              <w:t>Ellos deciden a pesar de dicen que tu voto hace la diferencia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ES_tradnl" w:eastAsia="es-MX"/>
              </w:rPr>
            </w:pPr>
            <w:r>
              <w:rPr>
                <w:lang w:val="es-ES_tradnl" w:eastAsia="es-MX"/>
              </w:rPr>
              <w:t xml:space="preserve">Sí hay. El país regresa 12 años atrás , qué vida teníamos hace doce años. El Pri trabaja y deja trabajar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ES_tradnl" w:eastAsia="es-MX"/>
              </w:rPr>
            </w:pPr>
            <w:r>
              <w:rPr>
                <w:lang w:val="es-ES_tradnl" w:eastAsia="es-MX"/>
              </w:rPr>
              <w:t xml:space="preserve">Calderón es de lo mejores presidentes que hemos tenido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ES_tradnl" w:eastAsia="es-MX"/>
              </w:rPr>
            </w:pPr>
            <w:r>
              <w:rPr>
                <w:lang w:val="es-ES_tradnl" w:eastAsia="es-MX"/>
              </w:rPr>
              <w:t xml:space="preserve">Calderón llegó a un hormiguero y le dio con una pala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ES_tradnl" w:eastAsia="es-MX"/>
              </w:rPr>
            </w:pPr>
            <w:r>
              <w:rPr>
                <w:lang w:val="es-ES_tradnl" w:eastAsia="es-MX"/>
              </w:rPr>
              <w:t>Si uno no comienza por uno mismo las cosas no cambian, si no consumes nadie te obliga a comprar drogas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ES_tradnl" w:eastAsia="es-MX"/>
              </w:rPr>
            </w:pPr>
            <w:r>
              <w:rPr>
                <w:lang w:val="es-ES_tradnl" w:eastAsia="es-MX"/>
              </w:rPr>
              <w:t xml:space="preserve">La base de que todo funcione es la familia, si la gente no tiene sustento por eso se une al narco.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ES_tradnl" w:eastAsia="es-MX"/>
              </w:rPr>
            </w:pPr>
            <w:r>
              <w:rPr>
                <w:lang w:val="es-ES_tradnl" w:eastAsia="es-MX"/>
              </w:rPr>
              <w:t>En estas elecciones se vio que estamos por debajo de muchos países en cuanto a democracia .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ES_tradnl" w:eastAsia="es-MX"/>
              </w:rPr>
            </w:pPr>
            <w:r>
              <w:rPr>
                <w:lang w:val="es-ES_tradnl" w:eastAsia="es-MX"/>
              </w:rPr>
              <w:t xml:space="preserve">Tan así está que tiene miedo por eso se encierra. De que la gente se levante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ES_tradnl" w:eastAsia="es-MX"/>
              </w:rPr>
            </w:pPr>
            <w:r>
              <w:rPr>
                <w:lang w:val="es-ES_tradnl" w:eastAsia="es-MX"/>
              </w:rPr>
              <w:t xml:space="preserve">A que la gente haga sus reclamos.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ES_tradnl" w:eastAsia="es-MX"/>
              </w:rPr>
            </w:pPr>
            <w:r>
              <w:rPr>
                <w:lang w:val="es-ES_tradnl" w:eastAsia="es-MX"/>
              </w:rPr>
              <w:t>Se descararon, porque nadie reconoce que votó por EPN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ES_tradnl" w:eastAsia="es-MX"/>
              </w:rPr>
            </w:pPr>
            <w:r>
              <w:rPr>
                <w:lang w:val="es-ES_tradnl" w:eastAsia="es-MX"/>
              </w:rPr>
              <w:t xml:space="preserve">Nosotros votamos, ya si donde cuentan nuestros bvotos no lo hace bien no es nuestro problema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ES_tradnl" w:eastAsia="es-MX"/>
              </w:rPr>
            </w:pPr>
            <w:r>
              <w:rPr>
                <w:lang w:val="es-ES_tradnl" w:eastAsia="es-MX"/>
              </w:rPr>
              <w:t>Aunque lo quieras hacer te hacen a un lado , te ignoran , te sacan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ES_tradnl" w:eastAsia="es-MX"/>
              </w:rPr>
            </w:pPr>
            <w:r>
              <w:rPr>
                <w:lang w:val="es-ES_tradnl" w:eastAsia="es-MX"/>
              </w:rPr>
              <w:t xml:space="preserve">Hace tiempo habia programa de transparencia pero es mentira no da la transparencia es un decir </w:t>
            </w:r>
          </w:p>
          <w:p w:rsidR="00E07385" w:rsidRPr="00537C63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ES_tradnl" w:eastAsia="es-MX"/>
              </w:rPr>
            </w:pPr>
          </w:p>
        </w:tc>
      </w:tr>
      <w:tr w:rsidR="00E07385" w:rsidRPr="00537C63">
        <w:tc>
          <w:tcPr>
            <w:tcW w:w="3186" w:type="dxa"/>
          </w:tcPr>
          <w:p w:rsidR="00E07385" w:rsidRPr="00537C63" w:rsidRDefault="00E07385" w:rsidP="00F060D2">
            <w:pPr>
              <w:ind w:left="708"/>
              <w:rPr>
                <w:lang w:val="es-MX" w:eastAsia="es-MX"/>
              </w:rPr>
            </w:pPr>
            <w:r w:rsidRPr="00537C63">
              <w:rPr>
                <w:lang w:val="es-MX" w:eastAsia="es-MX"/>
              </w:rPr>
              <w:t>¿Cuáles serían los principales actores de la democracia en México</w:t>
            </w:r>
          </w:p>
          <w:p w:rsidR="00E07385" w:rsidRPr="00537C63" w:rsidRDefault="00E07385" w:rsidP="00F060D2">
            <w:pPr>
              <w:ind w:left="708"/>
              <w:rPr>
                <w:lang w:val="es-MX" w:eastAsia="es-MX"/>
              </w:rPr>
            </w:pPr>
          </w:p>
          <w:p w:rsidR="00E07385" w:rsidRPr="00537C63" w:rsidRDefault="00E07385" w:rsidP="00F060D2">
            <w:pPr>
              <w:ind w:left="708"/>
              <w:rPr>
                <w:lang w:val="es-MX" w:eastAsia="es-MX"/>
              </w:rPr>
            </w:pPr>
          </w:p>
        </w:tc>
        <w:tc>
          <w:tcPr>
            <w:tcW w:w="7162" w:type="dxa"/>
          </w:tcPr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Nosotros como ciudadanos podríamos, aunque manden nuestro voto al carajo, es un deber.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Es un deber cívico.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>Pero no es obligatorio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Si no votas no tienes derecho a reclamar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>si no vas a votar te ponen el sello del demonio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El que no vota no tiene autoridad para reclamar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Los partidos, por las campañas que hacen. Que cada quien decide que quiere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El IFE es el que lleva el conteo de los votos ,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Si fuera un poco más transparente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>Si llegan 10 votos al ife ¿quien me asegura que se van a que partido?, ellos pueden ver que tache pan y ponerlo para el pri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Por mi casa en una casilla se hizo fraude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>¿De qué sirvió mi voto?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Siempre va a ganar quien tenga más dinero.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La mayoría de los votos para epn fueron pagados, yo no digo que los del pan son una chingonería.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Si a mi me ofrecen dinero , lo acepto y voto por quien yo quiera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(fotos)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</w:p>
          <w:p w:rsidR="00E07385" w:rsidRPr="00537C63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 </w:t>
            </w:r>
          </w:p>
        </w:tc>
      </w:tr>
      <w:tr w:rsidR="00E07385" w:rsidRPr="00537C63">
        <w:tc>
          <w:tcPr>
            <w:tcW w:w="3186" w:type="dxa"/>
          </w:tcPr>
          <w:p w:rsidR="00E07385" w:rsidRPr="00537C63" w:rsidRDefault="00E07385" w:rsidP="00F060D2">
            <w:pPr>
              <w:spacing w:before="100" w:beforeAutospacing="1" w:after="100" w:afterAutospacing="1" w:line="240" w:lineRule="auto"/>
              <w:rPr>
                <w:b/>
                <w:bCs/>
                <w:lang w:val="es-MX" w:eastAsia="es-MX"/>
              </w:rPr>
            </w:pPr>
            <w:r w:rsidRPr="00537C63">
              <w:rPr>
                <w:b/>
                <w:bCs/>
                <w:lang w:val="es-MX" w:eastAsia="es-MX"/>
              </w:rPr>
              <w:t>Videos</w:t>
            </w:r>
          </w:p>
        </w:tc>
        <w:tc>
          <w:tcPr>
            <w:tcW w:w="7162" w:type="dxa"/>
          </w:tcPr>
          <w:p w:rsidR="00E07385" w:rsidRPr="00537C63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</w:p>
        </w:tc>
      </w:tr>
      <w:tr w:rsidR="00E07385" w:rsidRPr="00537C63">
        <w:tc>
          <w:tcPr>
            <w:tcW w:w="3186" w:type="dxa"/>
          </w:tcPr>
          <w:p w:rsidR="00E07385" w:rsidRPr="00537C63" w:rsidRDefault="00E07385" w:rsidP="00F060D2">
            <w:pPr>
              <w:ind w:left="708"/>
              <w:rPr>
                <w:lang w:val="es-MX" w:eastAsia="es-MX"/>
              </w:rPr>
            </w:pPr>
            <w:r w:rsidRPr="00537C63">
              <w:rPr>
                <w:lang w:val="es-MX" w:eastAsia="es-MX"/>
              </w:rPr>
              <w:t>¿Qué opinan de estos videos</w:t>
            </w:r>
          </w:p>
        </w:tc>
        <w:tc>
          <w:tcPr>
            <w:tcW w:w="7162" w:type="dxa"/>
          </w:tcPr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>Son buenos y chistosos , porque dicen cosas graciosas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Algunos son muy actuados,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Todos te llevan a un mensaje que es la participación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>Que tu tienes que decidir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>Que nuestro voto hace la diferencia, yo quisiera que mex fuera como EU y nunca va a ser. [eso es educación]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Educación, enseñar a tu hijo a no tirar la basura .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>Corrupción de la policía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Hacen creer a las personas , engañan a las personas, lo pintan bonito.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Tu voto hace la diferencia dicen los videos , </w:t>
            </w:r>
          </w:p>
          <w:p w:rsidR="00E07385" w:rsidRDefault="00E07385" w:rsidP="000A0594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>Alguno decía que había que comparar las propuestas , hay que saber por quien estas votando, no nada más porque está guapo, o porque soy mujer por JVM</w:t>
            </w:r>
          </w:p>
          <w:p w:rsidR="00E07385" w:rsidRDefault="00E07385" w:rsidP="000A0594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Muchos nos vamos simplemente por el partido. Es como una tradición.  </w:t>
            </w:r>
          </w:p>
          <w:p w:rsidR="00E07385" w:rsidRPr="00537C63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</w:p>
        </w:tc>
      </w:tr>
      <w:tr w:rsidR="00E07385" w:rsidRPr="00537C63">
        <w:tc>
          <w:tcPr>
            <w:tcW w:w="3186" w:type="dxa"/>
          </w:tcPr>
          <w:p w:rsidR="00E07385" w:rsidRPr="00537C63" w:rsidRDefault="00E07385" w:rsidP="00F060D2">
            <w:pPr>
              <w:ind w:left="708"/>
              <w:rPr>
                <w:lang w:val="es-MX" w:eastAsia="es-MX"/>
              </w:rPr>
            </w:pPr>
            <w:r w:rsidRPr="00537C63">
              <w:rPr>
                <w:lang w:val="es-MX" w:eastAsia="es-MX"/>
              </w:rPr>
              <w:t>¿Cuáles valores identifican?</w:t>
            </w:r>
            <w:r w:rsidRPr="00537C63">
              <w:rPr>
                <w:lang w:val="es-MX" w:eastAsia="es-MX"/>
              </w:rPr>
              <w:br/>
            </w:r>
          </w:p>
        </w:tc>
        <w:tc>
          <w:tcPr>
            <w:tcW w:w="7162" w:type="dxa"/>
          </w:tcPr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 w:rsidRPr="00D51933">
              <w:rPr>
                <w:b/>
                <w:bCs/>
                <w:lang w:val="es-MX" w:eastAsia="es-MX"/>
              </w:rPr>
              <w:t>Participación</w:t>
            </w:r>
            <w:r>
              <w:rPr>
                <w:lang w:val="es-MX" w:eastAsia="es-MX"/>
              </w:rPr>
              <w:t xml:space="preserve"> : nos dan el mensaje de que ojala que todos participáramos , cada vez mas, es bueno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 w:rsidRPr="00D51933">
              <w:rPr>
                <w:b/>
                <w:bCs/>
                <w:lang w:val="es-MX" w:eastAsia="es-MX"/>
              </w:rPr>
              <w:t>Igualdad:</w:t>
            </w:r>
            <w:r>
              <w:rPr>
                <w:lang w:val="es-MX" w:eastAsia="es-MX"/>
              </w:rPr>
              <w:t xml:space="preserve"> mujeres y hombres mismos derechos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Pero desgraciadamente no es así, predomina el machista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Si se dejan (ellas)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>Hay mujeres que se quedan calladas por miedo, porque no se informan</w:t>
            </w:r>
          </w:p>
          <w:p w:rsidR="00E07385" w:rsidRPr="001E3A28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 w:rsidRPr="00D51933">
              <w:rPr>
                <w:b/>
                <w:bCs/>
                <w:lang w:val="es-MX" w:eastAsia="es-MX"/>
              </w:rPr>
              <w:t>Equidad</w:t>
            </w:r>
            <w:r>
              <w:rPr>
                <w:b/>
                <w:bCs/>
                <w:lang w:val="es-MX" w:eastAsia="es-MX"/>
              </w:rPr>
              <w:t xml:space="preserve"> </w:t>
            </w:r>
            <w:r>
              <w:rPr>
                <w:lang w:val="es-MX" w:eastAsia="es-MX"/>
              </w:rPr>
              <w:t>preferencia sexual</w:t>
            </w:r>
          </w:p>
          <w:p w:rsidR="00E07385" w:rsidRPr="001E3A28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 w:rsidRPr="00D51933">
              <w:rPr>
                <w:b/>
                <w:bCs/>
                <w:lang w:val="es-MX" w:eastAsia="es-MX"/>
              </w:rPr>
              <w:t xml:space="preserve">unión </w:t>
            </w:r>
            <w:r>
              <w:rPr>
                <w:lang w:val="es-MX" w:eastAsia="es-MX"/>
              </w:rPr>
              <w:t xml:space="preserve">el fuego la union hace la fuerza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 w:rsidRPr="00D51933">
              <w:rPr>
                <w:b/>
                <w:bCs/>
                <w:lang w:val="es-MX" w:eastAsia="es-MX"/>
              </w:rPr>
              <w:t xml:space="preserve">respeto </w:t>
            </w:r>
            <w:r>
              <w:rPr>
                <w:lang w:val="es-MX" w:eastAsia="es-MX"/>
              </w:rPr>
              <w:t xml:space="preserve">al voto de los demás , exponer propuestas , se quedaban pensando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>Aunque lo promuevan no somos así</w:t>
            </w:r>
          </w:p>
          <w:p w:rsidR="00E07385" w:rsidRPr="00537C63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</w:p>
        </w:tc>
      </w:tr>
      <w:tr w:rsidR="00E07385" w:rsidRPr="00537C63">
        <w:trPr>
          <w:trHeight w:val="688"/>
        </w:trPr>
        <w:tc>
          <w:tcPr>
            <w:tcW w:w="3186" w:type="dxa"/>
          </w:tcPr>
          <w:p w:rsidR="00E07385" w:rsidRPr="00537C63" w:rsidRDefault="00E07385" w:rsidP="00F060D2">
            <w:pPr>
              <w:pStyle w:val="ListParagraph"/>
              <w:rPr>
                <w:lang w:val="es-MX" w:eastAsia="es-MX"/>
              </w:rPr>
            </w:pPr>
            <w:r w:rsidRPr="00537C63">
              <w:rPr>
                <w:lang w:val="es-MX" w:eastAsia="es-MX"/>
              </w:rPr>
              <w:t>¿Qué efecto tienen estos videos en las personas?</w:t>
            </w:r>
          </w:p>
          <w:p w:rsidR="00E07385" w:rsidRPr="00537C63" w:rsidRDefault="00E07385" w:rsidP="00F060D2">
            <w:pPr>
              <w:pStyle w:val="ListParagraph"/>
              <w:rPr>
                <w:lang w:val="es-MX" w:eastAsia="es-MX"/>
              </w:rPr>
            </w:pPr>
          </w:p>
          <w:p w:rsidR="00E07385" w:rsidRPr="00537C63" w:rsidRDefault="00E07385" w:rsidP="00F060D2">
            <w:pPr>
              <w:ind w:left="708"/>
              <w:rPr>
                <w:lang w:val="es-MX" w:eastAsia="es-MX"/>
              </w:rPr>
            </w:pPr>
          </w:p>
        </w:tc>
        <w:tc>
          <w:tcPr>
            <w:tcW w:w="7162" w:type="dxa"/>
          </w:tcPr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Que se sienten importantes, que existen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>Se guian por lo que ven, por lo que te gusta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Tu decides por quien votar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>Lo que hacen por el poder ¡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En seis años igual voy a ir a votar aunque mi voto no cuente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Hay que seguir yendo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Primera votación a los 18 años con la chava </w:t>
            </w:r>
          </w:p>
          <w:p w:rsidR="00E07385" w:rsidRPr="00537C63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</w:p>
        </w:tc>
      </w:tr>
      <w:tr w:rsidR="00E07385" w:rsidRPr="00537C63">
        <w:tc>
          <w:tcPr>
            <w:tcW w:w="3186" w:type="dxa"/>
          </w:tcPr>
          <w:p w:rsidR="00E07385" w:rsidRPr="00537C63" w:rsidRDefault="00E07385" w:rsidP="00F060D2">
            <w:pPr>
              <w:pStyle w:val="ListParagraph"/>
              <w:rPr>
                <w:lang w:val="es-MX" w:eastAsia="es-MX"/>
              </w:rPr>
            </w:pPr>
            <w:r w:rsidRPr="00537C63">
              <w:rPr>
                <w:lang w:val="es-MX" w:eastAsia="es-MX"/>
              </w:rPr>
              <w:t>¿Qué información obtienen?</w:t>
            </w:r>
          </w:p>
        </w:tc>
        <w:tc>
          <w:tcPr>
            <w:tcW w:w="7162" w:type="dxa"/>
          </w:tcPr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>Que existe el IFE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>Que no hay dejarnos sobornar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>Trabajar en equipo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>Pensar bien por quien votar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Mantener secreto el voto aunque sea tu familia como el pescador </w:t>
            </w:r>
          </w:p>
          <w:p w:rsidR="00E07385" w:rsidRPr="00537C63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</w:p>
        </w:tc>
      </w:tr>
      <w:tr w:rsidR="00E07385" w:rsidRPr="00537C63">
        <w:tc>
          <w:tcPr>
            <w:tcW w:w="3186" w:type="dxa"/>
          </w:tcPr>
          <w:p w:rsidR="00E07385" w:rsidRPr="00537C63" w:rsidRDefault="00E07385" w:rsidP="00F060D2">
            <w:pPr>
              <w:pStyle w:val="ListParagraph"/>
              <w:rPr>
                <w:lang w:val="es-MX" w:eastAsia="es-MX"/>
              </w:rPr>
            </w:pPr>
            <w:r w:rsidRPr="00537C63">
              <w:rPr>
                <w:lang w:val="es-MX" w:eastAsia="es-MX"/>
              </w:rPr>
              <w:t>¿Cuál es el objetivo de los videos?(Dar seguimiento a si todos tienen el mismo objetivo o tienen objetivos distintos)</w:t>
            </w:r>
            <w:r w:rsidRPr="00537C63">
              <w:rPr>
                <w:lang w:val="es-MX" w:eastAsia="es-MX"/>
              </w:rPr>
              <w:br/>
            </w:r>
          </w:p>
        </w:tc>
        <w:tc>
          <w:tcPr>
            <w:tcW w:w="7162" w:type="dxa"/>
          </w:tcPr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 w:rsidRPr="000840DB">
              <w:rPr>
                <w:lang w:val="es-MX" w:eastAsia="es-MX"/>
              </w:rPr>
              <w:t xml:space="preserve">Tenemos que actuar , hacer algo para mejorar nuestro entorno y unirnos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Soborno, aunque te ofrezcan dinero tu decides por quien votas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La FEPADE que existe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Que los que tengan 18 años se apuren a sacar su credencial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>Ilusión de sacar credencial – ser mayor de edad : Independencia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>No por votar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Jimador, mi voto sí hace la diferencia aunque se lo pasen por el arco del triunfo, me siento satisfecho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Que analices bien las propuestas de los candidatos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>Confianza: mentira porque yo me paro más temprano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Para generar confianza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Venden con la idea de la familia </w:t>
            </w:r>
          </w:p>
          <w:p w:rsidR="00E07385" w:rsidRPr="000840DB" w:rsidRDefault="00E07385" w:rsidP="00AF3842">
            <w:pPr>
              <w:spacing w:before="100" w:beforeAutospacing="1" w:after="100" w:afterAutospacing="1" w:line="240" w:lineRule="auto"/>
              <w:rPr>
                <w:lang w:val="es-MX" w:eastAsia="es-MX"/>
              </w:rPr>
            </w:pPr>
          </w:p>
        </w:tc>
      </w:tr>
      <w:tr w:rsidR="00E07385" w:rsidRPr="00537C63">
        <w:tc>
          <w:tcPr>
            <w:tcW w:w="3186" w:type="dxa"/>
          </w:tcPr>
          <w:p w:rsidR="00E07385" w:rsidRPr="00537C63" w:rsidRDefault="00E07385" w:rsidP="00F060D2">
            <w:pPr>
              <w:pStyle w:val="ListParagraph"/>
              <w:rPr>
                <w:lang w:val="es-MX" w:eastAsia="es-MX"/>
              </w:rPr>
            </w:pPr>
            <w:r w:rsidRPr="00537C63">
              <w:rPr>
                <w:lang w:val="es-MX" w:eastAsia="es-MX"/>
              </w:rPr>
              <w:t>De acuerdo a estos videos, ¿Cuáles serían la funciones del IFE?</w:t>
            </w:r>
            <w:r w:rsidRPr="00537C63">
              <w:rPr>
                <w:lang w:val="es-MX" w:eastAsia="es-MX"/>
              </w:rPr>
              <w:br/>
            </w:r>
          </w:p>
        </w:tc>
        <w:tc>
          <w:tcPr>
            <w:tcW w:w="7162" w:type="dxa"/>
          </w:tcPr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Ser más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Que sea un poco más neutral, transparente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>Que no se venda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>Que sean más serios</w:t>
            </w:r>
          </w:p>
          <w:p w:rsidR="00E07385" w:rsidRPr="00537C63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</w:p>
        </w:tc>
      </w:tr>
      <w:tr w:rsidR="00E07385" w:rsidRPr="00537C63">
        <w:tc>
          <w:tcPr>
            <w:tcW w:w="3186" w:type="dxa"/>
          </w:tcPr>
          <w:p w:rsidR="00E07385" w:rsidRPr="00537C63" w:rsidRDefault="00E07385" w:rsidP="00F060D2">
            <w:pPr>
              <w:pStyle w:val="ListParagraph"/>
              <w:rPr>
                <w:lang w:val="es-MX" w:eastAsia="es-MX"/>
              </w:rPr>
            </w:pPr>
            <w:r w:rsidRPr="00537C63">
              <w:rPr>
                <w:lang w:val="es-MX" w:eastAsia="es-MX"/>
              </w:rPr>
              <w:t>Cómo está cumpliendo esas funciones?</w:t>
            </w:r>
          </w:p>
        </w:tc>
        <w:tc>
          <w:tcPr>
            <w:tcW w:w="7162" w:type="dxa"/>
          </w:tcPr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El ife es poco creíble como institución, pero esta incitando a ir a votar yo sigo creyendo que hay que ir a votar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 xml:space="preserve">Cada quien habla como le fue en la feria, como tu que viste que abrieron la casilla hicieran trampa, qué imagen te queda? 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>El ife debe ser como un referee</w:t>
            </w:r>
          </w:p>
          <w:p w:rsidR="00E07385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  <w:r>
              <w:rPr>
                <w:lang w:val="es-MX" w:eastAsia="es-MX"/>
              </w:rPr>
              <w:t>Pero como en la pelea de Pacquiao</w:t>
            </w:r>
          </w:p>
          <w:p w:rsidR="00E07385" w:rsidRPr="00537C63" w:rsidRDefault="00E07385" w:rsidP="00F060D2">
            <w:pPr>
              <w:spacing w:before="100" w:beforeAutospacing="1" w:after="100" w:afterAutospacing="1" w:line="240" w:lineRule="auto"/>
              <w:ind w:left="720"/>
              <w:rPr>
                <w:lang w:val="es-MX" w:eastAsia="es-MX"/>
              </w:rPr>
            </w:pPr>
          </w:p>
        </w:tc>
      </w:tr>
    </w:tbl>
    <w:p w:rsidR="00E07385" w:rsidRPr="00537C63" w:rsidRDefault="00E07385"/>
    <w:sectPr w:rsidR="00E07385" w:rsidRPr="00537C63" w:rsidSect="002439E5">
      <w:pgSz w:w="12240" w:h="15840" w:code="1"/>
      <w:pgMar w:top="1077" w:right="1701" w:bottom="720" w:left="1701" w:header="709" w:footer="1117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C167A"/>
    <w:multiLevelType w:val="hybridMultilevel"/>
    <w:tmpl w:val="B5783C0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>
      <w:start w:val="1"/>
      <w:numFmt w:val="lowerLetter"/>
      <w:lvlText w:val="%5."/>
      <w:lvlJc w:val="left"/>
      <w:pPr>
        <w:ind w:left="3600" w:hanging="360"/>
      </w:pPr>
    </w:lvl>
    <w:lvl w:ilvl="5" w:tplc="040A001B">
      <w:start w:val="1"/>
      <w:numFmt w:val="lowerRoman"/>
      <w:lvlText w:val="%6."/>
      <w:lvlJc w:val="right"/>
      <w:pPr>
        <w:ind w:left="4320" w:hanging="180"/>
      </w:pPr>
    </w:lvl>
    <w:lvl w:ilvl="6" w:tplc="040A000F">
      <w:start w:val="1"/>
      <w:numFmt w:val="decimal"/>
      <w:lvlText w:val="%7."/>
      <w:lvlJc w:val="left"/>
      <w:pPr>
        <w:ind w:left="5040" w:hanging="360"/>
      </w:pPr>
    </w:lvl>
    <w:lvl w:ilvl="7" w:tplc="040A0019">
      <w:start w:val="1"/>
      <w:numFmt w:val="lowerLetter"/>
      <w:lvlText w:val="%8."/>
      <w:lvlJc w:val="left"/>
      <w:pPr>
        <w:ind w:left="5760" w:hanging="360"/>
      </w:pPr>
    </w:lvl>
    <w:lvl w:ilvl="8" w:tplc="0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8268A"/>
    <w:multiLevelType w:val="multilevel"/>
    <w:tmpl w:val="7AA8E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120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  <w:b/>
        <w:bCs/>
      </w:rPr>
    </w:lvl>
  </w:abstractNum>
  <w:abstractNum w:abstractNumId="2">
    <w:nsid w:val="37FE5C0B"/>
    <w:multiLevelType w:val="hybridMultilevel"/>
    <w:tmpl w:val="FDF89BD6"/>
    <w:lvl w:ilvl="0" w:tplc="F9D4D474">
      <w:start w:val="1"/>
      <w:numFmt w:val="decimal"/>
      <w:lvlText w:val="%1."/>
      <w:lvlJc w:val="left"/>
      <w:pPr>
        <w:ind w:left="720" w:hanging="360"/>
      </w:pPr>
      <w:rPr>
        <w:sz w:val="36"/>
        <w:szCs w:val="36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>
      <w:start w:val="1"/>
      <w:numFmt w:val="lowerLetter"/>
      <w:lvlText w:val="%5."/>
      <w:lvlJc w:val="left"/>
      <w:pPr>
        <w:ind w:left="3600" w:hanging="360"/>
      </w:pPr>
    </w:lvl>
    <w:lvl w:ilvl="5" w:tplc="040A001B">
      <w:start w:val="1"/>
      <w:numFmt w:val="lowerRoman"/>
      <w:lvlText w:val="%6."/>
      <w:lvlJc w:val="right"/>
      <w:pPr>
        <w:ind w:left="4320" w:hanging="180"/>
      </w:pPr>
    </w:lvl>
    <w:lvl w:ilvl="6" w:tplc="040A000F">
      <w:start w:val="1"/>
      <w:numFmt w:val="decimal"/>
      <w:lvlText w:val="%7."/>
      <w:lvlJc w:val="left"/>
      <w:pPr>
        <w:ind w:left="5040" w:hanging="360"/>
      </w:pPr>
    </w:lvl>
    <w:lvl w:ilvl="7" w:tplc="040A0019">
      <w:start w:val="1"/>
      <w:numFmt w:val="lowerLetter"/>
      <w:lvlText w:val="%8."/>
      <w:lvlJc w:val="left"/>
      <w:pPr>
        <w:ind w:left="5760" w:hanging="360"/>
      </w:pPr>
    </w:lvl>
    <w:lvl w:ilvl="8" w:tplc="0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C5304D"/>
    <w:multiLevelType w:val="hybridMultilevel"/>
    <w:tmpl w:val="AA9A4B1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>
      <w:start w:val="1"/>
      <w:numFmt w:val="lowerLetter"/>
      <w:lvlText w:val="%5."/>
      <w:lvlJc w:val="left"/>
      <w:pPr>
        <w:ind w:left="3600" w:hanging="360"/>
      </w:pPr>
    </w:lvl>
    <w:lvl w:ilvl="5" w:tplc="040A001B">
      <w:start w:val="1"/>
      <w:numFmt w:val="lowerRoman"/>
      <w:lvlText w:val="%6."/>
      <w:lvlJc w:val="right"/>
      <w:pPr>
        <w:ind w:left="4320" w:hanging="180"/>
      </w:pPr>
    </w:lvl>
    <w:lvl w:ilvl="6" w:tplc="040A000F">
      <w:start w:val="1"/>
      <w:numFmt w:val="decimal"/>
      <w:lvlText w:val="%7."/>
      <w:lvlJc w:val="left"/>
      <w:pPr>
        <w:ind w:left="5040" w:hanging="360"/>
      </w:pPr>
    </w:lvl>
    <w:lvl w:ilvl="7" w:tplc="040A0019">
      <w:start w:val="1"/>
      <w:numFmt w:val="lowerLetter"/>
      <w:lvlText w:val="%8."/>
      <w:lvlJc w:val="left"/>
      <w:pPr>
        <w:ind w:left="5760" w:hanging="360"/>
      </w:pPr>
    </w:lvl>
    <w:lvl w:ilvl="8" w:tplc="0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C413CB"/>
    <w:multiLevelType w:val="hybridMultilevel"/>
    <w:tmpl w:val="50BCB9E8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>
      <w:start w:val="1"/>
      <w:numFmt w:val="lowerLetter"/>
      <w:lvlText w:val="%5."/>
      <w:lvlJc w:val="left"/>
      <w:pPr>
        <w:ind w:left="3600" w:hanging="360"/>
      </w:pPr>
    </w:lvl>
    <w:lvl w:ilvl="5" w:tplc="040A001B">
      <w:start w:val="1"/>
      <w:numFmt w:val="lowerRoman"/>
      <w:lvlText w:val="%6."/>
      <w:lvlJc w:val="right"/>
      <w:pPr>
        <w:ind w:left="4320" w:hanging="180"/>
      </w:pPr>
    </w:lvl>
    <w:lvl w:ilvl="6" w:tplc="040A000F">
      <w:start w:val="1"/>
      <w:numFmt w:val="decimal"/>
      <w:lvlText w:val="%7."/>
      <w:lvlJc w:val="left"/>
      <w:pPr>
        <w:ind w:left="5040" w:hanging="360"/>
      </w:pPr>
    </w:lvl>
    <w:lvl w:ilvl="7" w:tplc="040A0019">
      <w:start w:val="1"/>
      <w:numFmt w:val="lowerLetter"/>
      <w:lvlText w:val="%8."/>
      <w:lvlJc w:val="left"/>
      <w:pPr>
        <w:ind w:left="5760" w:hanging="360"/>
      </w:pPr>
    </w:lvl>
    <w:lvl w:ilvl="8" w:tplc="0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AD14DD"/>
    <w:multiLevelType w:val="multilevel"/>
    <w:tmpl w:val="751E8C7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sz w:val="32"/>
        <w:szCs w:val="32"/>
        <w:u w:val="none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  <w:b/>
        <w:bCs/>
        <w:sz w:val="24"/>
        <w:szCs w:val="24"/>
        <w:u w:val="no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  <w:bCs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  <w:bCs/>
        <w:sz w:val="24"/>
        <w:szCs w:val="24"/>
        <w:u w:val="none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  <w:b/>
        <w:bCs/>
        <w:sz w:val="24"/>
        <w:szCs w:val="24"/>
        <w:u w:val="none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  <w:bCs/>
        <w:sz w:val="24"/>
        <w:szCs w:val="24"/>
        <w:u w:val="none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  <w:b/>
        <w:bCs/>
        <w:sz w:val="24"/>
        <w:szCs w:val="24"/>
        <w:u w:val="none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  <w:b/>
        <w:bCs/>
        <w:sz w:val="24"/>
        <w:szCs w:val="24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  <w:bCs/>
        <w:sz w:val="24"/>
        <w:szCs w:val="24"/>
        <w:u w:val="none"/>
      </w:rPr>
    </w:lvl>
  </w:abstractNum>
  <w:abstractNum w:abstractNumId="6">
    <w:nsid w:val="769056B8"/>
    <w:multiLevelType w:val="multilevel"/>
    <w:tmpl w:val="7A4071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  <w:b/>
        <w:bCs/>
        <w:sz w:val="24"/>
        <w:szCs w:val="24"/>
        <w:u w:val="no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  <w:bCs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  <w:bCs/>
        <w:sz w:val="24"/>
        <w:szCs w:val="24"/>
        <w:u w:val="none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  <w:b/>
        <w:bCs/>
        <w:sz w:val="24"/>
        <w:szCs w:val="24"/>
        <w:u w:val="none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  <w:bCs/>
        <w:sz w:val="24"/>
        <w:szCs w:val="24"/>
        <w:u w:val="none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  <w:b/>
        <w:bCs/>
        <w:sz w:val="24"/>
        <w:szCs w:val="24"/>
        <w:u w:val="none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  <w:b/>
        <w:bCs/>
        <w:sz w:val="24"/>
        <w:szCs w:val="24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  <w:bCs/>
        <w:sz w:val="24"/>
        <w:szCs w:val="24"/>
        <w:u w:val="none"/>
      </w:rPr>
    </w:lvl>
  </w:abstractNum>
  <w:abstractNum w:abstractNumId="7">
    <w:nsid w:val="7ACA7763"/>
    <w:multiLevelType w:val="hybridMultilevel"/>
    <w:tmpl w:val="C646F81A"/>
    <w:lvl w:ilvl="0" w:tplc="E77883A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embedSystemFont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3CA"/>
    <w:rsid w:val="000005F6"/>
    <w:rsid w:val="0001734C"/>
    <w:rsid w:val="00027E3C"/>
    <w:rsid w:val="00066B01"/>
    <w:rsid w:val="000840DB"/>
    <w:rsid w:val="00097114"/>
    <w:rsid w:val="000A0594"/>
    <w:rsid w:val="000A5C53"/>
    <w:rsid w:val="001347A8"/>
    <w:rsid w:val="0013563D"/>
    <w:rsid w:val="001E3A28"/>
    <w:rsid w:val="002439E5"/>
    <w:rsid w:val="00252D66"/>
    <w:rsid w:val="00264F09"/>
    <w:rsid w:val="002A203C"/>
    <w:rsid w:val="003763F1"/>
    <w:rsid w:val="003873CA"/>
    <w:rsid w:val="00396ABB"/>
    <w:rsid w:val="003B3BFF"/>
    <w:rsid w:val="004818DB"/>
    <w:rsid w:val="00534DDD"/>
    <w:rsid w:val="00537C63"/>
    <w:rsid w:val="00584D1E"/>
    <w:rsid w:val="005B2DAF"/>
    <w:rsid w:val="005D0D0D"/>
    <w:rsid w:val="005F5987"/>
    <w:rsid w:val="00667E66"/>
    <w:rsid w:val="006842D5"/>
    <w:rsid w:val="00703638"/>
    <w:rsid w:val="00754D75"/>
    <w:rsid w:val="008E1686"/>
    <w:rsid w:val="00923AEE"/>
    <w:rsid w:val="0095196A"/>
    <w:rsid w:val="00A343CE"/>
    <w:rsid w:val="00A36204"/>
    <w:rsid w:val="00AB6F80"/>
    <w:rsid w:val="00AF3842"/>
    <w:rsid w:val="00B605E1"/>
    <w:rsid w:val="00C12D2E"/>
    <w:rsid w:val="00C713B0"/>
    <w:rsid w:val="00D33132"/>
    <w:rsid w:val="00D406EA"/>
    <w:rsid w:val="00D51933"/>
    <w:rsid w:val="00DA6B55"/>
    <w:rsid w:val="00E07385"/>
    <w:rsid w:val="00E77CDC"/>
    <w:rsid w:val="00EA540D"/>
    <w:rsid w:val="00EB189E"/>
    <w:rsid w:val="00EF4C81"/>
    <w:rsid w:val="00F060D2"/>
    <w:rsid w:val="00F4147A"/>
    <w:rsid w:val="00F435D4"/>
    <w:rsid w:val="00F76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3CA"/>
    <w:pPr>
      <w:spacing w:after="200" w:line="276" w:lineRule="auto"/>
    </w:pPr>
    <w:rPr>
      <w:rFonts w:cs="Calibri"/>
      <w:lang w:val="es-E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873CA"/>
    <w:pPr>
      <w:ind w:left="720"/>
    </w:pPr>
  </w:style>
  <w:style w:type="table" w:styleId="TableGrid">
    <w:name w:val="Table Grid"/>
    <w:basedOn w:val="TableNormal"/>
    <w:uiPriority w:val="99"/>
    <w:rsid w:val="003873CA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873CA"/>
    <w:rPr>
      <w:rFonts w:cs="Calibri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116</TotalTime>
  <Pages>5</Pages>
  <Words>822</Words>
  <Characters>4521</Characters>
  <Application>Microsoft Office Outlook</Application>
  <DocSecurity>0</DocSecurity>
  <Lines>0</Lines>
  <Paragraphs>0</Paragraphs>
  <ScaleCrop>false</ScaleCrop>
  <Company>CAMACHO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Presentación de los participantes </dc:title>
  <dc:subject/>
  <dc:creator>NUEVO</dc:creator>
  <cp:keywords/>
  <dc:description/>
  <cp:lastModifiedBy>José Angel Eseverri Ahuja</cp:lastModifiedBy>
  <cp:revision>44</cp:revision>
  <dcterms:created xsi:type="dcterms:W3CDTF">2012-11-28T20:32:00Z</dcterms:created>
  <dcterms:modified xsi:type="dcterms:W3CDTF">2012-11-28T22:02:00Z</dcterms:modified>
</cp:coreProperties>
</file>